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D0C" w:rsidRDefault="00932D39">
      <w:pPr>
        <w:ind w:left="-284"/>
      </w:pP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ADE75B9" wp14:editId="63570642">
                <wp:simplePos x="0" y="0"/>
                <wp:positionH relativeFrom="column">
                  <wp:posOffset>2884170</wp:posOffset>
                </wp:positionH>
                <wp:positionV relativeFrom="paragraph">
                  <wp:posOffset>192405</wp:posOffset>
                </wp:positionV>
                <wp:extent cx="3533775" cy="0"/>
                <wp:effectExtent l="0" t="38100" r="47625" b="38100"/>
                <wp:wrapNone/>
                <wp:docPr id="4" name="Lini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33775" cy="0"/>
                        </a:xfrm>
                        <a:prstGeom prst="line">
                          <a:avLst/>
                        </a:prstGeom>
                        <a:noFill/>
                        <a:ln w="76200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F0847" id="Linie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7.1pt,15.15pt" to="505.35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" strokecolor="red" strokeweight="6pt"/>
            </w:pict>
          </mc:Fallback>
        </mc:AlternateContent>
      </w:r>
      <w:r>
        <w:rPr>
          <w:noProof/>
          <w:lang w:eastAsia="de-CH"/>
        </w:rPr>
        <w:drawing>
          <wp:anchor distT="0" distB="0" distL="114300" distR="114300" simplePos="0" relativeHeight="251654656" behindDoc="0" locked="0" layoutInCell="1" allowOverlap="1" wp14:anchorId="03AE2B10" wp14:editId="4BB6A81A">
            <wp:simplePos x="0" y="0"/>
            <wp:positionH relativeFrom="column">
              <wp:posOffset>-125730</wp:posOffset>
            </wp:positionH>
            <wp:positionV relativeFrom="paragraph">
              <wp:posOffset>-350520</wp:posOffset>
            </wp:positionV>
            <wp:extent cx="3143250" cy="895350"/>
            <wp:effectExtent l="0" t="0" r="0" b="0"/>
            <wp:wrapNone/>
            <wp:docPr id="7" name="Grafik1" descr="65A183C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1" descr="65A183C1"/>
                    <pic:cNvPicPr>
                      <a:picLocks noRo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91B9FD5" wp14:editId="23CF7D81">
                <wp:simplePos x="0" y="0"/>
                <wp:positionH relativeFrom="column">
                  <wp:posOffset>3064510</wp:posOffset>
                </wp:positionH>
                <wp:positionV relativeFrom="paragraph">
                  <wp:posOffset>-427355</wp:posOffset>
                </wp:positionV>
                <wp:extent cx="3419475" cy="848360"/>
                <wp:effectExtent l="0" t="0" r="0" b="8890"/>
                <wp:wrapNone/>
                <wp:docPr id="6" name="Textbox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475" cy="848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01D0C" w:rsidRDefault="00EA3790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i/>
                                <w:cap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cap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A01D0C" w:rsidRDefault="00EA3790">
                            <w:pPr>
                              <w:jc w:val="right"/>
                              <w:rPr>
                                <w:rFonts w:ascii="Arial" w:hAnsi="Arial" w:cs="Arial"/>
                                <w: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caps/>
                                <w:sz w:val="28"/>
                                <w:szCs w:val="28"/>
                              </w:rPr>
                              <w:t>kurse</w:t>
                            </w:r>
                            <w:r>
                              <w:rPr>
                                <w:rFonts w:ascii="Arial" w:hAnsi="Arial" w:cs="Arial"/>
                                <w:cap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A01D0C" w:rsidRDefault="00EA3790">
                            <w:pPr>
                              <w:jc w:val="right"/>
                            </w:pPr>
                            <w:r>
                              <w:rPr>
                                <w:rFonts w:ascii="Arial" w:hAnsi="Arial" w:cs="Arial"/>
                                <w:caps/>
                                <w:sz w:val="20"/>
                                <w:szCs w:val="20"/>
                              </w:rPr>
                              <w:t>Sektion Basel-Stadt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1B9FD5" id="_x0000_t202" coordsize="21600,21600" o:spt="202" path="m,l,21600r21600,l21600,xe">
                <v:stroke joinstyle="miter"/>
                <v:path gradientshapeok="t" o:connecttype="rect"/>
              </v:shapetype>
              <v:shape id="Textbox1" o:spid="_x0000_s1026" type="#_x0000_t202" style="position:absolute;left:0;text-align:left;margin-left:241.3pt;margin-top:-33.65pt;width:269.25pt;height:66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" filled="f" stroked="f">
                <v:textbox>
                  <w:txbxContent>
                    <w:p w:rsidR="00A01D0C" w:rsidRDefault="00EA3790">
                      <w:pPr>
                        <w:jc w:val="right"/>
                        <w:rPr>
                          <w:rFonts w:ascii="Arial" w:hAnsi="Arial" w:cs="Arial"/>
                          <w:b/>
                          <w:i/>
                          <w:cap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caps/>
                          <w:sz w:val="20"/>
                          <w:szCs w:val="20"/>
                        </w:rPr>
                        <w:t xml:space="preserve"> </w:t>
                      </w:r>
                    </w:p>
                    <w:p w:rsidR="00A01D0C" w:rsidRDefault="00EA3790">
                      <w:pPr>
                        <w:jc w:val="right"/>
                        <w:rPr>
                          <w:rFonts w:ascii="Arial" w:hAnsi="Arial" w:cs="Arial"/>
                          <w:caps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caps/>
                          <w:sz w:val="28"/>
                          <w:szCs w:val="28"/>
                        </w:rPr>
                        <w:t>kurse</w:t>
                      </w:r>
                      <w:r>
                        <w:rPr>
                          <w:rFonts w:ascii="Arial" w:hAnsi="Arial" w:cs="Arial"/>
                          <w:caps/>
                          <w:sz w:val="28"/>
                          <w:szCs w:val="28"/>
                        </w:rPr>
                        <w:t xml:space="preserve"> </w:t>
                      </w:r>
                    </w:p>
                    <w:p w:rsidR="00A01D0C" w:rsidRDefault="00EA3790">
                      <w:pPr>
                        <w:jc w:val="right"/>
                      </w:pPr>
                      <w:r>
                        <w:rPr>
                          <w:rFonts w:ascii="Arial" w:hAnsi="Arial" w:cs="Arial"/>
                          <w:caps/>
                          <w:sz w:val="20"/>
                          <w:szCs w:val="20"/>
                        </w:rPr>
                        <w:t>Sektion Basel-Stadt</w:t>
                      </w:r>
                    </w:p>
                  </w:txbxContent>
                </v:textbox>
              </v:shape>
            </w:pict>
          </mc:Fallback>
        </mc:AlternateContent>
      </w:r>
      <w:r w:rsidR="00CF48D4">
        <w:rPr>
          <w:rFonts w:ascii="Arial" w:hAnsi="Arial" w:cs="Arial"/>
          <w:b/>
          <w:noProof/>
          <w:sz w:val="40"/>
          <w:szCs w:val="40"/>
          <w:lang w:eastAsia="de-CH"/>
        </w:rPr>
        <mc:AlternateContent>
          <mc:Choice Requires="wps">
            <w:drawing>
              <wp:anchor distT="89535" distB="55880" distL="89535" distR="89535" simplePos="0" relativeHeight="251659776" behindDoc="0" locked="0" layoutInCell="1" allowOverlap="1" wp14:anchorId="7FA92763" wp14:editId="17591088">
                <wp:simplePos x="0" y="0"/>
                <wp:positionH relativeFrom="page">
                  <wp:posOffset>637540</wp:posOffset>
                </wp:positionH>
                <wp:positionV relativeFrom="page">
                  <wp:posOffset>1066800</wp:posOffset>
                </wp:positionV>
                <wp:extent cx="6410325" cy="0"/>
                <wp:effectExtent l="0" t="19050" r="28575" b="19050"/>
                <wp:wrapSquare wrapText="bothSides"/>
                <wp:docPr id="3" name="Lini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0325" cy="0"/>
                        </a:xfrm>
                        <a:prstGeom prst="line">
                          <a:avLst/>
                        </a:prstGeom>
                        <a:noFill/>
                        <a:ln w="30480" cmpd="thickThin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1F1A4F" id="Linie4" o:spid="_x0000_s1026" style="position:absolute;z-index:251659776;visibility:visible;mso-wrap-style:square;mso-width-percent:0;mso-height-percent:0;mso-wrap-distance-left:7.05pt;mso-wrap-distance-top:7.05pt;mso-wrap-distance-right:7.05pt;mso-wrap-distance-bottom:4.4pt;mso-position-horizontal:absolute;mso-position-horizontal-relative:page;mso-position-vertical:absolute;mso-position-vertical-relative:page;mso-width-percent:0;mso-height-percent:0;mso-width-relative:page;mso-height-relative:page" from="50.2pt,84pt" to="554.95pt,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" strokeweight="2.4pt">
                <v:stroke linestyle="thickThin"/>
                <w10:wrap type="square" anchorx="page" anchory="page"/>
              </v:line>
            </w:pict>
          </mc:Fallback>
        </mc:AlternateContent>
      </w:r>
    </w:p>
    <w:p w:rsidR="00A01D0C" w:rsidRDefault="00A51809">
      <w:pPr>
        <w:ind w:left="-284" w:right="58"/>
      </w:pP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232F20C" wp14:editId="277CA122">
                <wp:simplePos x="0" y="0"/>
                <wp:positionH relativeFrom="column">
                  <wp:posOffset>1181100</wp:posOffset>
                </wp:positionH>
                <wp:positionV relativeFrom="paragraph">
                  <wp:posOffset>126365</wp:posOffset>
                </wp:positionV>
                <wp:extent cx="4162425" cy="247650"/>
                <wp:effectExtent l="0" t="635" r="1270" b="0"/>
                <wp:wrapNone/>
                <wp:docPr id="5" name="Textbox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24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01D0C" w:rsidRDefault="00A01D0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32F20C" id="Textbox2" o:spid="_x0000_s1027" type="#_x0000_t202" style="position:absolute;left:0;text-align:left;margin-left:93pt;margin-top:9.95pt;width:327.75pt;height:19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" stroked="f">
                <v:textbox>
                  <w:txbxContent>
                    <w:p w:rsidR="00A01D0C" w:rsidRDefault="00A01D0C"/>
                  </w:txbxContent>
                </v:textbox>
              </v:shape>
            </w:pict>
          </mc:Fallback>
        </mc:AlternateContent>
      </w:r>
    </w:p>
    <w:p w:rsidR="00A01D0C" w:rsidRDefault="00A01D0C">
      <w:pPr>
        <w:ind w:left="-284"/>
      </w:pPr>
    </w:p>
    <w:p w:rsidR="006028F9" w:rsidRPr="006028F9" w:rsidRDefault="006028F9" w:rsidP="006028F9">
      <w:pPr>
        <w:rPr>
          <w:rFonts w:ascii="Arial" w:hAnsi="Arial" w:cs="Arial"/>
          <w:sz w:val="48"/>
          <w:szCs w:val="34"/>
        </w:rPr>
      </w:pPr>
      <w:r w:rsidRPr="00932D39">
        <w:rPr>
          <w:rFonts w:ascii="Arial" w:eastAsia="Eras Demi ITC" w:hAnsi="Arial" w:cs="Arial"/>
          <w:sz w:val="48"/>
          <w:szCs w:val="34"/>
        </w:rPr>
        <w:t>«</w:t>
      </w:r>
      <w:r w:rsidRPr="006028F9">
        <w:rPr>
          <w:rFonts w:ascii="Arial" w:eastAsia="Eras Demi ITC" w:hAnsi="Arial" w:cs="Arial"/>
          <w:b/>
          <w:sz w:val="48"/>
          <w:szCs w:val="34"/>
        </w:rPr>
        <w:t>FIT FÜR MODUL</w:t>
      </w:r>
      <w:r w:rsidRPr="00932D39">
        <w:rPr>
          <w:rFonts w:ascii="Arial" w:eastAsia="Eras Demi ITC" w:hAnsi="Arial" w:cs="Arial"/>
          <w:sz w:val="48"/>
          <w:szCs w:val="34"/>
        </w:rPr>
        <w:t>»</w:t>
      </w:r>
    </w:p>
    <w:p w:rsidR="006028F9" w:rsidRPr="00932D39" w:rsidRDefault="006028F9" w:rsidP="006028F9">
      <w:pPr>
        <w:rPr>
          <w:rFonts w:ascii="Arial" w:eastAsia="Eras Demi ITC" w:hAnsi="Arial" w:cs="Arial"/>
          <w:b/>
          <w:spacing w:val="8"/>
          <w:sz w:val="46"/>
          <w:szCs w:val="46"/>
        </w:rPr>
      </w:pPr>
      <w:r w:rsidRPr="00932D39">
        <w:rPr>
          <w:rFonts w:ascii="Arial" w:eastAsia="Eras Demi ITC" w:hAnsi="Arial" w:cs="Arial"/>
          <w:b/>
          <w:spacing w:val="8"/>
          <w:sz w:val="46"/>
          <w:szCs w:val="46"/>
        </w:rPr>
        <w:t xml:space="preserve">AUFFRISCHUNGSKURS GRUNDTECHNIKEN </w:t>
      </w:r>
    </w:p>
    <w:p w:rsidR="006028F9" w:rsidRPr="00932D39" w:rsidRDefault="006028F9" w:rsidP="00CF48D4">
      <w:pPr>
        <w:rPr>
          <w:rFonts w:ascii="Arial" w:eastAsia="Eras Demi ITC" w:hAnsi="Arial" w:cs="Arial"/>
          <w:b/>
          <w:spacing w:val="8"/>
          <w:sz w:val="36"/>
          <w:szCs w:val="40"/>
        </w:rPr>
      </w:pPr>
      <w:r w:rsidRPr="00932D39">
        <w:rPr>
          <w:rFonts w:ascii="Arial" w:hAnsi="Arial" w:cs="Arial"/>
          <w:noProof/>
          <w:spacing w:val="8"/>
          <w:sz w:val="40"/>
          <w:szCs w:val="44"/>
          <w:lang w:eastAsia="de-CH"/>
        </w:rPr>
        <mc:AlternateContent>
          <mc:Choice Requires="wps">
            <w:drawing>
              <wp:anchor distT="19050" distB="89535" distL="89535" distR="89535" simplePos="0" relativeHeight="251660800" behindDoc="0" locked="0" layoutInCell="1" allowOverlap="1" wp14:anchorId="205D943A" wp14:editId="410C3F66">
                <wp:simplePos x="0" y="0"/>
                <wp:positionH relativeFrom="page">
                  <wp:posOffset>638175</wp:posOffset>
                </wp:positionH>
                <wp:positionV relativeFrom="page">
                  <wp:posOffset>2238375</wp:posOffset>
                </wp:positionV>
                <wp:extent cx="6410325" cy="0"/>
                <wp:effectExtent l="0" t="19050" r="28575" b="19050"/>
                <wp:wrapSquare wrapText="bothSides"/>
                <wp:docPr id="2" name="Lini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0325" cy="0"/>
                        </a:xfrm>
                        <a:prstGeom prst="line">
                          <a:avLst/>
                        </a:prstGeom>
                        <a:noFill/>
                        <a:ln w="45720" cmpd="thinThick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0BC71B" id="Linie5" o:spid="_x0000_s1026" style="position:absolute;z-index:251660800;visibility:visible;mso-wrap-style:square;mso-width-percent:0;mso-height-percent:0;mso-wrap-distance-left:7.05pt;mso-wrap-distance-top:1.5pt;mso-wrap-distance-right:7.05pt;mso-wrap-distance-bottom:7.05pt;mso-position-horizontal:absolute;mso-position-horizontal-relative:page;mso-position-vertical:absolute;mso-position-vertical-relative:page;mso-width-percent:0;mso-height-percent:0;mso-width-relative:page;mso-height-relative:page" from="50.25pt,176.25pt" to="555pt,17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" strokeweight="3.6pt">
                <v:stroke linestyle="thinThick"/>
                <w10:wrap type="square" anchorx="page" anchory="page"/>
              </v:line>
            </w:pict>
          </mc:Fallback>
        </mc:AlternateContent>
      </w:r>
    </w:p>
    <w:p w:rsidR="00A01D0C" w:rsidRPr="006028F9" w:rsidRDefault="00EA3790" w:rsidP="00CF48D4">
      <w:pPr>
        <w:tabs>
          <w:tab w:val="left" w:pos="2127"/>
        </w:tabs>
        <w:jc w:val="both"/>
        <w:rPr>
          <w:rFonts w:ascii="Arial" w:eastAsia="Eras Demi ITC" w:hAnsi="Arial" w:cs="Arial"/>
          <w:b/>
          <w:sz w:val="28"/>
          <w:szCs w:val="28"/>
        </w:rPr>
      </w:pPr>
      <w:r w:rsidRPr="00932D39">
        <w:rPr>
          <w:rFonts w:ascii="Arial" w:eastAsia="Eras Medium ITC" w:hAnsi="Arial" w:cs="Arial"/>
          <w:b/>
          <w:sz w:val="24"/>
        </w:rPr>
        <w:t>KURSDATUM:</w:t>
      </w:r>
      <w:r w:rsidR="00CF2837" w:rsidRPr="00932D39">
        <w:rPr>
          <w:rFonts w:ascii="Arial" w:eastAsia="Eras Medium ITC" w:hAnsi="Arial" w:cs="Arial"/>
          <w:b/>
          <w:sz w:val="24"/>
        </w:rPr>
        <w:t xml:space="preserve"> </w:t>
      </w:r>
      <w:r w:rsidRPr="00C866FB">
        <w:rPr>
          <w:rFonts w:ascii="Arial" w:hAnsi="Arial" w:cs="Arial"/>
          <w:b/>
        </w:rPr>
        <w:tab/>
      </w:r>
      <w:r w:rsidR="00CF2837" w:rsidRPr="006028F9">
        <w:rPr>
          <w:rFonts w:ascii="Arial" w:eastAsia="Eras Demi ITC" w:hAnsi="Arial" w:cs="Arial"/>
          <w:b/>
          <w:caps/>
          <w:sz w:val="32"/>
          <w:szCs w:val="32"/>
        </w:rPr>
        <w:t>Montag 15. August 07.30 bis 18.00</w:t>
      </w:r>
      <w:r w:rsidRPr="006028F9">
        <w:rPr>
          <w:rFonts w:ascii="Arial" w:eastAsia="Eras Demi ITC" w:hAnsi="Arial" w:cs="Arial"/>
          <w:b/>
          <w:caps/>
          <w:sz w:val="32"/>
          <w:szCs w:val="32"/>
        </w:rPr>
        <w:t xml:space="preserve"> uhr</w:t>
      </w:r>
    </w:p>
    <w:p w:rsidR="00A01D0C" w:rsidRPr="006028F9" w:rsidRDefault="00A01D0C" w:rsidP="0066155C">
      <w:pPr>
        <w:tabs>
          <w:tab w:val="left" w:pos="2127"/>
        </w:tabs>
        <w:ind w:left="-284"/>
        <w:jc w:val="both"/>
        <w:rPr>
          <w:rFonts w:ascii="Arial" w:hAnsi="Arial" w:cs="Arial"/>
          <w:b/>
        </w:rPr>
      </w:pPr>
    </w:p>
    <w:p w:rsidR="00A01D0C" w:rsidRPr="00C866FB" w:rsidRDefault="00EA3790" w:rsidP="00CF48D4">
      <w:pPr>
        <w:tabs>
          <w:tab w:val="left" w:pos="2127"/>
        </w:tabs>
        <w:rPr>
          <w:rFonts w:ascii="Arial" w:hAnsi="Arial" w:cs="Arial"/>
          <w:b/>
        </w:rPr>
      </w:pPr>
      <w:r w:rsidRPr="00932D39">
        <w:rPr>
          <w:rFonts w:ascii="Arial" w:eastAsia="Eras Medium ITC" w:hAnsi="Arial" w:cs="Arial"/>
          <w:b/>
          <w:sz w:val="24"/>
        </w:rPr>
        <w:t>KURSORT:</w:t>
      </w:r>
      <w:r w:rsidRPr="00C866FB">
        <w:rPr>
          <w:rFonts w:ascii="Arial" w:hAnsi="Arial" w:cs="Arial"/>
          <w:b/>
        </w:rPr>
        <w:tab/>
      </w:r>
      <w:r w:rsidRPr="00C866FB">
        <w:rPr>
          <w:rFonts w:ascii="Arial" w:eastAsia="Eras Light ITC" w:hAnsi="Arial" w:cs="Arial"/>
          <w:b/>
          <w:sz w:val="24"/>
          <w:szCs w:val="24"/>
        </w:rPr>
        <w:t>Coiffe</w:t>
      </w:r>
      <w:r w:rsidR="00341FB1">
        <w:rPr>
          <w:rFonts w:ascii="Arial" w:eastAsia="Eras Light ITC" w:hAnsi="Arial" w:cs="Arial"/>
          <w:b/>
          <w:sz w:val="24"/>
          <w:szCs w:val="24"/>
        </w:rPr>
        <w:t xml:space="preserve">urhaus, </w:t>
      </w:r>
      <w:r w:rsidR="00C866FB">
        <w:rPr>
          <w:rFonts w:ascii="Arial" w:eastAsia="Eras Light ITC" w:hAnsi="Arial" w:cs="Arial"/>
          <w:b/>
          <w:sz w:val="24"/>
          <w:szCs w:val="24"/>
        </w:rPr>
        <w:t xml:space="preserve">Reussstrasse 97 </w:t>
      </w:r>
      <w:r w:rsidRPr="00C866FB">
        <w:rPr>
          <w:rFonts w:ascii="Arial" w:eastAsia="Eras Light ITC" w:hAnsi="Arial" w:cs="Arial"/>
          <w:b/>
          <w:sz w:val="24"/>
          <w:szCs w:val="24"/>
        </w:rPr>
        <w:t xml:space="preserve">4054 </w:t>
      </w:r>
      <w:proofErr w:type="gramStart"/>
      <w:r w:rsidRPr="00C866FB">
        <w:rPr>
          <w:rFonts w:ascii="Arial" w:eastAsia="Eras Light ITC" w:hAnsi="Arial" w:cs="Arial"/>
          <w:b/>
          <w:sz w:val="24"/>
          <w:szCs w:val="24"/>
        </w:rPr>
        <w:t xml:space="preserve">Basel </w:t>
      </w:r>
      <w:r w:rsidRPr="0066155C">
        <w:rPr>
          <w:rFonts w:ascii="Arial" w:eastAsia="Eras Light ITC" w:hAnsi="Arial" w:cs="Arial"/>
          <w:b/>
        </w:rPr>
        <w:t xml:space="preserve"> 061</w:t>
      </w:r>
      <w:proofErr w:type="gramEnd"/>
      <w:r w:rsidRPr="0066155C">
        <w:rPr>
          <w:rFonts w:ascii="Arial" w:eastAsia="Eras Light ITC" w:hAnsi="Arial" w:cs="Arial"/>
          <w:b/>
        </w:rPr>
        <w:t xml:space="preserve"> 301</w:t>
      </w:r>
      <w:r w:rsidRPr="00C866FB">
        <w:rPr>
          <w:rFonts w:ascii="Arial" w:eastAsia="Eras Light ITC" w:hAnsi="Arial" w:cs="Arial"/>
          <w:b/>
          <w:sz w:val="24"/>
          <w:szCs w:val="24"/>
        </w:rPr>
        <w:t xml:space="preserve"> </w:t>
      </w:r>
      <w:r w:rsidRPr="0066155C">
        <w:rPr>
          <w:rFonts w:ascii="Arial" w:eastAsia="Eras Light ITC" w:hAnsi="Arial" w:cs="Arial"/>
          <w:b/>
        </w:rPr>
        <w:t>33 40</w:t>
      </w:r>
      <w:r w:rsidRPr="00C866FB">
        <w:rPr>
          <w:rFonts w:ascii="Arial" w:eastAsia="Eras Light ITC" w:hAnsi="Arial" w:cs="Arial"/>
          <w:b/>
        </w:rPr>
        <w:t xml:space="preserve">   </w:t>
      </w:r>
      <w:r w:rsidRPr="00C866FB">
        <w:rPr>
          <w:rFonts w:ascii="Arial" w:hAnsi="Arial" w:cs="Arial"/>
          <w:b/>
        </w:rPr>
        <w:t xml:space="preserve">                                            </w:t>
      </w:r>
      <w:r w:rsidRPr="00C866FB">
        <w:rPr>
          <w:rFonts w:ascii="Arial" w:hAnsi="Arial" w:cs="Arial"/>
          <w:b/>
        </w:rPr>
        <w:tab/>
      </w:r>
    </w:p>
    <w:p w:rsidR="00A01D0C" w:rsidRPr="006028F9" w:rsidRDefault="00EA3790" w:rsidP="00CF48D4">
      <w:pPr>
        <w:tabs>
          <w:tab w:val="left" w:pos="2127"/>
        </w:tabs>
        <w:jc w:val="both"/>
        <w:rPr>
          <w:rFonts w:ascii="Arial" w:eastAsia="Eras Demi ITC" w:hAnsi="Arial" w:cs="Arial"/>
          <w:sz w:val="28"/>
          <w:szCs w:val="28"/>
          <w:lang w:eastAsia="de-CH"/>
        </w:rPr>
      </w:pPr>
      <w:r w:rsidRPr="00932D39">
        <w:rPr>
          <w:rFonts w:ascii="Arial" w:eastAsia="Eras Medium ITC" w:hAnsi="Arial" w:cs="Arial"/>
          <w:b/>
          <w:sz w:val="24"/>
        </w:rPr>
        <w:t>LEITUNG:</w:t>
      </w:r>
      <w:r w:rsidRPr="00C866FB">
        <w:rPr>
          <w:rFonts w:ascii="Arial" w:hAnsi="Arial" w:cs="Arial"/>
          <w:b/>
        </w:rPr>
        <w:tab/>
      </w:r>
      <w:r w:rsidR="006028F9" w:rsidRPr="006028F9">
        <w:rPr>
          <w:rFonts w:ascii="Arial" w:eastAsia="Eras Demi ITC" w:hAnsi="Arial" w:cs="Arial"/>
          <w:sz w:val="24"/>
          <w:szCs w:val="24"/>
          <w:lang w:eastAsia="de-CH"/>
        </w:rPr>
        <w:t>JRENE LEUTWYLER</w:t>
      </w:r>
    </w:p>
    <w:p w:rsidR="00A01D0C" w:rsidRPr="006028F9" w:rsidRDefault="00A01D0C" w:rsidP="0066155C">
      <w:pPr>
        <w:tabs>
          <w:tab w:val="left" w:pos="2127"/>
        </w:tabs>
        <w:ind w:left="-284"/>
        <w:jc w:val="both"/>
        <w:rPr>
          <w:rFonts w:ascii="Arial" w:hAnsi="Arial" w:cs="Arial"/>
        </w:rPr>
      </w:pPr>
    </w:p>
    <w:p w:rsidR="00A01D0C" w:rsidRPr="00C866FB" w:rsidRDefault="00A01D0C" w:rsidP="0066155C">
      <w:pPr>
        <w:tabs>
          <w:tab w:val="left" w:pos="2127"/>
        </w:tabs>
        <w:ind w:left="-284"/>
        <w:jc w:val="both"/>
        <w:rPr>
          <w:rFonts w:ascii="Arial" w:hAnsi="Arial" w:cs="Arial"/>
        </w:rPr>
      </w:pPr>
    </w:p>
    <w:p w:rsidR="006028F9" w:rsidRPr="006028F9" w:rsidRDefault="00341FB1" w:rsidP="00CF48D4">
      <w:pPr>
        <w:tabs>
          <w:tab w:val="left" w:pos="2127"/>
        </w:tabs>
        <w:jc w:val="both"/>
        <w:rPr>
          <w:rFonts w:ascii="Arial" w:eastAsia="Eras Medium ITC" w:hAnsi="Arial" w:cs="Arial"/>
          <w:sz w:val="24"/>
        </w:rPr>
      </w:pPr>
      <w:r w:rsidRPr="00932D39">
        <w:rPr>
          <w:rFonts w:ascii="Arial" w:eastAsia="Eras Medium ITC" w:hAnsi="Arial" w:cs="Arial"/>
          <w:b/>
          <w:sz w:val="24"/>
        </w:rPr>
        <w:t>KURSINHALT</w:t>
      </w:r>
      <w:r w:rsidRPr="00932D39">
        <w:rPr>
          <w:rFonts w:ascii="Arial" w:eastAsia="Eras Medium ITC" w:hAnsi="Arial" w:cs="Arial"/>
          <w:b/>
        </w:rPr>
        <w:t>:</w:t>
      </w:r>
      <w:r w:rsidR="00C866FB" w:rsidRPr="00C866FB">
        <w:rPr>
          <w:rFonts w:ascii="Arial" w:eastAsia="Eras Medium ITC" w:hAnsi="Arial" w:cs="Arial"/>
          <w:b/>
        </w:rPr>
        <w:tab/>
      </w:r>
      <w:r w:rsidR="00C866FB" w:rsidRPr="006028F9">
        <w:rPr>
          <w:rFonts w:ascii="Arial" w:eastAsia="Eras Medium ITC" w:hAnsi="Arial" w:cs="Arial"/>
          <w:sz w:val="24"/>
        </w:rPr>
        <w:t xml:space="preserve">Leistungsziele im </w:t>
      </w:r>
      <w:r w:rsidRPr="006028F9">
        <w:rPr>
          <w:rFonts w:ascii="Arial" w:eastAsia="Eras Medium ITC" w:hAnsi="Arial" w:cs="Arial"/>
          <w:sz w:val="24"/>
        </w:rPr>
        <w:t>Didaktik Modul</w:t>
      </w:r>
      <w:r w:rsidR="00C866FB" w:rsidRPr="006028F9">
        <w:rPr>
          <w:rFonts w:ascii="Arial" w:eastAsia="Eras Medium ITC" w:hAnsi="Arial" w:cs="Arial"/>
          <w:sz w:val="24"/>
        </w:rPr>
        <w:t xml:space="preserve"> mit Schwergewicht neue </w:t>
      </w:r>
    </w:p>
    <w:p w:rsidR="00C866FB" w:rsidRPr="006028F9" w:rsidRDefault="006028F9" w:rsidP="00CF48D4">
      <w:pPr>
        <w:tabs>
          <w:tab w:val="left" w:pos="2127"/>
        </w:tabs>
        <w:jc w:val="both"/>
        <w:rPr>
          <w:rFonts w:ascii="Arial" w:eastAsia="Eras Medium ITC" w:hAnsi="Arial" w:cs="Arial"/>
          <w:sz w:val="24"/>
        </w:rPr>
      </w:pPr>
      <w:r w:rsidRPr="006028F9">
        <w:rPr>
          <w:rFonts w:ascii="Arial" w:eastAsia="Eras Medium ITC" w:hAnsi="Arial" w:cs="Arial"/>
          <w:sz w:val="24"/>
        </w:rPr>
        <w:tab/>
      </w:r>
      <w:r w:rsidR="00C866FB" w:rsidRPr="006028F9">
        <w:rPr>
          <w:rFonts w:ascii="Arial" w:eastAsia="Eras Medium ITC" w:hAnsi="Arial" w:cs="Arial"/>
          <w:sz w:val="24"/>
        </w:rPr>
        <w:t>Be</w:t>
      </w:r>
      <w:r w:rsidR="00644482" w:rsidRPr="006028F9">
        <w:rPr>
          <w:rFonts w:ascii="Arial" w:eastAsia="Eras Medium ITC" w:hAnsi="Arial" w:cs="Arial"/>
          <w:sz w:val="24"/>
        </w:rPr>
        <w:t>r</w:t>
      </w:r>
      <w:r w:rsidR="00C866FB" w:rsidRPr="006028F9">
        <w:rPr>
          <w:rFonts w:ascii="Arial" w:eastAsia="Eras Medium ITC" w:hAnsi="Arial" w:cs="Arial"/>
          <w:sz w:val="24"/>
        </w:rPr>
        <w:t xml:space="preserve">ufsbildung </w:t>
      </w:r>
    </w:p>
    <w:p w:rsidR="00C866FB" w:rsidRPr="006028F9" w:rsidRDefault="00C866FB" w:rsidP="0066155C">
      <w:pPr>
        <w:tabs>
          <w:tab w:val="left" w:pos="2127"/>
        </w:tabs>
        <w:ind w:left="-284"/>
        <w:jc w:val="both"/>
        <w:rPr>
          <w:rFonts w:ascii="Arial" w:eastAsia="Eras Medium ITC" w:hAnsi="Arial" w:cs="Arial"/>
          <w:sz w:val="24"/>
        </w:rPr>
      </w:pPr>
    </w:p>
    <w:p w:rsidR="00C866FB" w:rsidRPr="006028F9" w:rsidRDefault="00341FB1" w:rsidP="00644482">
      <w:pPr>
        <w:pStyle w:val="Listenabsatz"/>
        <w:numPr>
          <w:ilvl w:val="0"/>
          <w:numId w:val="1"/>
        </w:numPr>
        <w:tabs>
          <w:tab w:val="left" w:pos="2127"/>
        </w:tabs>
        <w:jc w:val="both"/>
        <w:rPr>
          <w:rFonts w:ascii="Arial" w:eastAsia="Eras Medium ITC" w:hAnsi="Arial" w:cs="Arial"/>
          <w:b/>
          <w:sz w:val="24"/>
        </w:rPr>
      </w:pPr>
      <w:r w:rsidRPr="006028F9">
        <w:rPr>
          <w:rFonts w:ascii="Arial" w:eastAsia="Eras Medium ITC" w:hAnsi="Arial" w:cs="Arial"/>
          <w:b/>
          <w:sz w:val="24"/>
        </w:rPr>
        <w:t>Länger</w:t>
      </w:r>
      <w:r w:rsidR="00932D39">
        <w:rPr>
          <w:rFonts w:ascii="Arial" w:eastAsia="Eras Medium ITC" w:hAnsi="Arial" w:cs="Arial"/>
          <w:b/>
          <w:sz w:val="24"/>
        </w:rPr>
        <w:t xml:space="preserve"> </w:t>
      </w:r>
      <w:r w:rsidRPr="006028F9">
        <w:rPr>
          <w:rFonts w:ascii="Arial" w:eastAsia="Eras Medium ITC" w:hAnsi="Arial" w:cs="Arial"/>
          <w:b/>
          <w:sz w:val="24"/>
        </w:rPr>
        <w:t>werdende</w:t>
      </w:r>
      <w:r w:rsidR="00C866FB" w:rsidRPr="006028F9">
        <w:rPr>
          <w:rFonts w:ascii="Arial" w:eastAsia="Eras Medium ITC" w:hAnsi="Arial" w:cs="Arial"/>
          <w:b/>
          <w:sz w:val="24"/>
        </w:rPr>
        <w:t xml:space="preserve"> Stufung kombinierte Form</w:t>
      </w:r>
    </w:p>
    <w:p w:rsidR="00C866FB" w:rsidRPr="006028F9" w:rsidRDefault="00C866FB" w:rsidP="00644482">
      <w:pPr>
        <w:pStyle w:val="Listenabsatz"/>
        <w:numPr>
          <w:ilvl w:val="0"/>
          <w:numId w:val="1"/>
        </w:numPr>
        <w:tabs>
          <w:tab w:val="left" w:pos="2127"/>
        </w:tabs>
        <w:jc w:val="both"/>
        <w:rPr>
          <w:rFonts w:ascii="Arial" w:eastAsia="Eras Medium ITC" w:hAnsi="Arial" w:cs="Arial"/>
          <w:b/>
          <w:sz w:val="24"/>
        </w:rPr>
      </w:pPr>
      <w:r w:rsidRPr="006028F9">
        <w:rPr>
          <w:rFonts w:ascii="Arial" w:eastAsia="Eras Medium ITC" w:hAnsi="Arial" w:cs="Arial"/>
          <w:b/>
          <w:sz w:val="24"/>
        </w:rPr>
        <w:t>Messerhaarschnitt</w:t>
      </w:r>
    </w:p>
    <w:p w:rsidR="00C866FB" w:rsidRPr="006028F9" w:rsidRDefault="00C866FB" w:rsidP="00644482">
      <w:pPr>
        <w:pStyle w:val="Listenabsatz"/>
        <w:numPr>
          <w:ilvl w:val="0"/>
          <w:numId w:val="1"/>
        </w:numPr>
        <w:tabs>
          <w:tab w:val="left" w:pos="2127"/>
        </w:tabs>
        <w:jc w:val="both"/>
        <w:rPr>
          <w:rFonts w:ascii="Arial" w:eastAsia="Eras Medium ITC" w:hAnsi="Arial" w:cs="Arial"/>
          <w:b/>
          <w:sz w:val="24"/>
        </w:rPr>
      </w:pPr>
      <w:r w:rsidRPr="006028F9">
        <w:rPr>
          <w:rFonts w:ascii="Arial" w:eastAsia="Eras Medium ITC" w:hAnsi="Arial" w:cs="Arial"/>
          <w:b/>
          <w:sz w:val="24"/>
        </w:rPr>
        <w:t>Langhaartechniken</w:t>
      </w:r>
    </w:p>
    <w:p w:rsidR="00C866FB" w:rsidRPr="00C866FB" w:rsidRDefault="00C866FB" w:rsidP="0066155C">
      <w:pPr>
        <w:tabs>
          <w:tab w:val="left" w:pos="2127"/>
        </w:tabs>
        <w:ind w:left="-284"/>
        <w:jc w:val="both"/>
        <w:rPr>
          <w:rFonts w:ascii="Arial" w:eastAsia="Eras Medium ITC" w:hAnsi="Arial" w:cs="Arial"/>
          <w:b/>
        </w:rPr>
      </w:pPr>
    </w:p>
    <w:p w:rsidR="00A01D0C" w:rsidRPr="006028F9" w:rsidRDefault="00EA3790" w:rsidP="00CF48D4">
      <w:pPr>
        <w:tabs>
          <w:tab w:val="left" w:pos="2127"/>
        </w:tabs>
        <w:jc w:val="both"/>
        <w:rPr>
          <w:rFonts w:ascii="Arial" w:eastAsia="Eras Light ITC" w:hAnsi="Arial" w:cs="Arial"/>
          <w:b/>
          <w:sz w:val="24"/>
        </w:rPr>
      </w:pPr>
      <w:r w:rsidRPr="00932D39">
        <w:rPr>
          <w:rFonts w:ascii="Arial" w:eastAsia="Eras Medium ITC" w:hAnsi="Arial" w:cs="Arial"/>
          <w:b/>
          <w:sz w:val="24"/>
        </w:rPr>
        <w:t>ANMELDUNG:</w:t>
      </w:r>
      <w:r w:rsidRPr="00C866FB">
        <w:rPr>
          <w:rFonts w:ascii="Arial" w:eastAsia="Eras Light ITC" w:hAnsi="Arial" w:cs="Arial"/>
          <w:b/>
        </w:rPr>
        <w:tab/>
      </w:r>
      <w:r w:rsidRPr="006028F9">
        <w:rPr>
          <w:rFonts w:ascii="Arial" w:eastAsia="Eras Light ITC" w:hAnsi="Arial" w:cs="Arial"/>
          <w:sz w:val="24"/>
        </w:rPr>
        <w:t xml:space="preserve">Bis spätestens </w:t>
      </w:r>
      <w:r w:rsidR="00CF2837" w:rsidRPr="006028F9">
        <w:rPr>
          <w:rFonts w:ascii="Arial" w:eastAsia="Eras Medium ITC" w:hAnsi="Arial" w:cs="Arial"/>
          <w:b/>
          <w:sz w:val="24"/>
        </w:rPr>
        <w:t>17.</w:t>
      </w:r>
      <w:r w:rsidR="004B3AE0" w:rsidRPr="006028F9">
        <w:rPr>
          <w:rFonts w:ascii="Arial" w:eastAsia="Eras Medium ITC" w:hAnsi="Arial" w:cs="Arial"/>
          <w:b/>
          <w:sz w:val="24"/>
        </w:rPr>
        <w:t xml:space="preserve"> </w:t>
      </w:r>
      <w:r w:rsidR="00CF2837" w:rsidRPr="006028F9">
        <w:rPr>
          <w:rFonts w:ascii="Arial" w:eastAsia="Eras Medium ITC" w:hAnsi="Arial" w:cs="Arial"/>
          <w:b/>
          <w:sz w:val="24"/>
        </w:rPr>
        <w:t>Juni 2016</w:t>
      </w:r>
    </w:p>
    <w:p w:rsidR="00A01D0C" w:rsidRPr="00341FB1" w:rsidRDefault="00EA3790" w:rsidP="0066155C">
      <w:pPr>
        <w:tabs>
          <w:tab w:val="left" w:pos="2127"/>
        </w:tabs>
        <w:ind w:left="-284"/>
        <w:jc w:val="both"/>
        <w:rPr>
          <w:rFonts w:ascii="Arial" w:eastAsia="Eras Light ITC" w:hAnsi="Arial" w:cs="Arial"/>
        </w:rPr>
      </w:pPr>
      <w:r w:rsidRPr="00C866FB">
        <w:rPr>
          <w:rFonts w:ascii="Arial" w:eastAsia="Eras Light ITC" w:hAnsi="Arial" w:cs="Arial"/>
          <w:b/>
        </w:rPr>
        <w:tab/>
      </w:r>
      <w:r w:rsidR="00341FB1" w:rsidRPr="00341FB1">
        <w:rPr>
          <w:rFonts w:ascii="Arial" w:eastAsia="Eras Light ITC" w:hAnsi="Arial" w:cs="Arial"/>
          <w:b/>
          <w:i/>
          <w:sz w:val="28"/>
        </w:rPr>
        <w:t>coiffure</w:t>
      </w:r>
      <w:r w:rsidR="00CF48D4" w:rsidRPr="00341FB1">
        <w:rPr>
          <w:rFonts w:ascii="Arial" w:eastAsia="Eras Light ITC" w:hAnsi="Arial" w:cs="Arial"/>
          <w:color w:val="FF0000"/>
          <w:sz w:val="24"/>
          <w:szCs w:val="28"/>
        </w:rPr>
        <w:t>SUISSE</w:t>
      </w:r>
      <w:r w:rsidR="004B3AE0" w:rsidRPr="00341FB1">
        <w:rPr>
          <w:rFonts w:ascii="Arial" w:eastAsia="Eras Light ITC" w:hAnsi="Arial" w:cs="Arial"/>
          <w:color w:val="FF0000"/>
          <w:sz w:val="18"/>
        </w:rPr>
        <w:t xml:space="preserve"> </w:t>
      </w:r>
      <w:r w:rsidR="00341FB1" w:rsidRPr="00341FB1">
        <w:rPr>
          <w:rFonts w:ascii="Arial" w:eastAsia="Eras Light ITC" w:hAnsi="Arial" w:cs="Arial"/>
        </w:rPr>
        <w:t xml:space="preserve">Sektion Basel-Stadt - </w:t>
      </w:r>
      <w:r w:rsidR="00932D39" w:rsidRPr="00341FB1">
        <w:rPr>
          <w:rFonts w:ascii="Arial" w:eastAsia="Eras Light ITC" w:hAnsi="Arial" w:cs="Arial"/>
        </w:rPr>
        <w:t>Postfach 421</w:t>
      </w:r>
      <w:r w:rsidR="00341FB1">
        <w:rPr>
          <w:rFonts w:ascii="Arial" w:eastAsia="Eras Light ITC" w:hAnsi="Arial" w:cs="Arial"/>
        </w:rPr>
        <w:t xml:space="preserve"> - </w:t>
      </w:r>
      <w:r w:rsidR="00C866FB" w:rsidRPr="00341FB1">
        <w:rPr>
          <w:rFonts w:ascii="Arial" w:eastAsia="Eras Light ITC" w:hAnsi="Arial" w:cs="Arial"/>
        </w:rPr>
        <w:t>4019 Basel</w:t>
      </w:r>
    </w:p>
    <w:p w:rsidR="00A01D0C" w:rsidRPr="00CF48D4" w:rsidRDefault="00EA3790" w:rsidP="0066155C">
      <w:pPr>
        <w:tabs>
          <w:tab w:val="left" w:pos="2127"/>
        </w:tabs>
        <w:ind w:left="-284"/>
        <w:rPr>
          <w:rFonts w:ascii="Arial" w:eastAsia="Eras Demi ITC" w:hAnsi="Arial" w:cs="Arial"/>
          <w:sz w:val="24"/>
          <w:szCs w:val="24"/>
        </w:rPr>
      </w:pPr>
      <w:r w:rsidRPr="00341FB1">
        <w:rPr>
          <w:rFonts w:ascii="Arial" w:eastAsia="Eras Demi ITC" w:hAnsi="Arial" w:cs="Arial"/>
          <w:b/>
        </w:rPr>
        <w:tab/>
      </w:r>
      <w:r w:rsidRPr="00CF48D4">
        <w:rPr>
          <w:rFonts w:ascii="Arial" w:eastAsia="Eras Medium ITC" w:hAnsi="Arial" w:cs="Arial"/>
        </w:rPr>
        <w:t xml:space="preserve">Tel. </w:t>
      </w:r>
      <w:r w:rsidR="00C866FB" w:rsidRPr="00CF48D4">
        <w:rPr>
          <w:rFonts w:ascii="Arial" w:eastAsia="Eras Medium ITC" w:hAnsi="Arial" w:cs="Arial"/>
          <w:sz w:val="24"/>
          <w:szCs w:val="24"/>
        </w:rPr>
        <w:t>061 631 21 70</w:t>
      </w:r>
      <w:r w:rsidRPr="00CF48D4">
        <w:rPr>
          <w:rFonts w:ascii="Arial" w:eastAsia="Eras Medium ITC" w:hAnsi="Arial" w:cs="Arial"/>
          <w:sz w:val="24"/>
          <w:szCs w:val="24"/>
        </w:rPr>
        <w:t xml:space="preserve"> oder </w:t>
      </w:r>
      <w:r w:rsidRPr="00CF48D4">
        <w:rPr>
          <w:rFonts w:ascii="Arial" w:eastAsia="Eras Medium ITC" w:hAnsi="Arial" w:cs="Arial"/>
        </w:rPr>
        <w:t>E-Mail:</w:t>
      </w:r>
      <w:r w:rsidR="00C866FB" w:rsidRPr="00CF48D4">
        <w:rPr>
          <w:rFonts w:ascii="Arial" w:eastAsia="Eras Medium ITC" w:hAnsi="Arial" w:cs="Arial"/>
          <w:sz w:val="24"/>
          <w:szCs w:val="24"/>
        </w:rPr>
        <w:t xml:space="preserve"> coiffure.suisse</w:t>
      </w:r>
      <w:r w:rsidRPr="00CF48D4">
        <w:rPr>
          <w:rFonts w:ascii="Arial" w:eastAsia="Eras Medium ITC" w:hAnsi="Arial" w:cs="Arial"/>
          <w:sz w:val="24"/>
          <w:szCs w:val="24"/>
        </w:rPr>
        <w:t>@bluewin.ch</w:t>
      </w:r>
    </w:p>
    <w:p w:rsidR="0066155C" w:rsidRDefault="0066155C" w:rsidP="0066155C">
      <w:pPr>
        <w:tabs>
          <w:tab w:val="left" w:pos="2127"/>
        </w:tabs>
        <w:ind w:left="-284"/>
        <w:jc w:val="both"/>
        <w:rPr>
          <w:rFonts w:ascii="Arial" w:eastAsia="Eras Medium ITC" w:hAnsi="Arial" w:cs="Arial"/>
          <w:b/>
        </w:rPr>
      </w:pPr>
    </w:p>
    <w:p w:rsidR="00A01D0C" w:rsidRPr="00644482" w:rsidRDefault="00EA3790" w:rsidP="00CF48D4">
      <w:pPr>
        <w:tabs>
          <w:tab w:val="left" w:pos="2127"/>
        </w:tabs>
        <w:jc w:val="both"/>
        <w:rPr>
          <w:rFonts w:ascii="Arial" w:eastAsia="Eras Medium ITC" w:hAnsi="Arial" w:cs="Arial"/>
          <w:b/>
          <w:sz w:val="32"/>
          <w:szCs w:val="32"/>
        </w:rPr>
      </w:pPr>
      <w:r w:rsidRPr="006028F9">
        <w:rPr>
          <w:rFonts w:ascii="Arial" w:eastAsia="Eras Medium ITC" w:hAnsi="Arial" w:cs="Arial"/>
          <w:b/>
          <w:sz w:val="24"/>
        </w:rPr>
        <w:t>KURSKOSTEN:</w:t>
      </w:r>
      <w:r w:rsidRPr="00C866FB">
        <w:rPr>
          <w:rFonts w:ascii="Arial" w:eastAsia="Eras Medium ITC" w:hAnsi="Arial" w:cs="Arial"/>
          <w:b/>
        </w:rPr>
        <w:tab/>
      </w:r>
      <w:r w:rsidRPr="00644482">
        <w:rPr>
          <w:rFonts w:ascii="Arial" w:eastAsia="Eras Medium ITC" w:hAnsi="Arial" w:cs="Arial"/>
          <w:b/>
          <w:sz w:val="32"/>
          <w:szCs w:val="32"/>
        </w:rPr>
        <w:t xml:space="preserve">FR. </w:t>
      </w:r>
      <w:r w:rsidR="00C866FB" w:rsidRPr="00644482">
        <w:rPr>
          <w:rFonts w:ascii="Arial" w:eastAsia="Eras Medium ITC" w:hAnsi="Arial" w:cs="Arial"/>
          <w:b/>
          <w:sz w:val="32"/>
          <w:szCs w:val="32"/>
        </w:rPr>
        <w:t>160.00</w:t>
      </w:r>
      <w:r w:rsidR="0066155C" w:rsidRPr="00644482">
        <w:rPr>
          <w:rFonts w:ascii="Arial" w:eastAsia="Eras Medium ITC" w:hAnsi="Arial" w:cs="Arial"/>
          <w:b/>
          <w:sz w:val="32"/>
          <w:szCs w:val="32"/>
        </w:rPr>
        <w:t xml:space="preserve"> </w:t>
      </w:r>
    </w:p>
    <w:p w:rsidR="00A01D0C" w:rsidRPr="00C866FB" w:rsidRDefault="00A01D0C" w:rsidP="0066155C">
      <w:pPr>
        <w:tabs>
          <w:tab w:val="left" w:pos="2127"/>
        </w:tabs>
        <w:ind w:left="-284"/>
        <w:jc w:val="both"/>
        <w:rPr>
          <w:rFonts w:ascii="Arial" w:hAnsi="Arial" w:cs="Arial"/>
          <w:b/>
        </w:rPr>
      </w:pPr>
    </w:p>
    <w:p w:rsidR="00A01D0C" w:rsidRPr="00C866FB" w:rsidRDefault="00EA3790" w:rsidP="0066155C">
      <w:pPr>
        <w:tabs>
          <w:tab w:val="left" w:pos="2127"/>
        </w:tabs>
        <w:ind w:left="-284"/>
        <w:jc w:val="both"/>
        <w:rPr>
          <w:rFonts w:ascii="Arial" w:hAnsi="Arial" w:cs="Arial"/>
          <w:b/>
        </w:rPr>
      </w:pPr>
      <w:r w:rsidRPr="00C866FB">
        <w:rPr>
          <w:rFonts w:ascii="Arial" w:hAnsi="Arial" w:cs="Arial"/>
          <w:b/>
        </w:rPr>
        <w:tab/>
      </w:r>
    </w:p>
    <w:p w:rsidR="00A01D0C" w:rsidRPr="006028F9" w:rsidRDefault="00932D39" w:rsidP="00CF48D4">
      <w:pPr>
        <w:tabs>
          <w:tab w:val="left" w:pos="2127"/>
        </w:tabs>
        <w:jc w:val="both"/>
        <w:rPr>
          <w:rFonts w:ascii="Arial" w:eastAsia="Eras Light ITC" w:hAnsi="Arial" w:cs="Arial"/>
          <w:b/>
          <w:sz w:val="28"/>
          <w:szCs w:val="28"/>
        </w:rPr>
      </w:pPr>
      <w:r>
        <w:rPr>
          <w:rFonts w:ascii="Arial" w:eastAsia="Eras Medium ITC" w:hAnsi="Arial" w:cs="Arial"/>
          <w:b/>
          <w:sz w:val="24"/>
        </w:rPr>
        <w:t>ACHTUNG</w:t>
      </w:r>
      <w:bookmarkStart w:id="0" w:name="_GoBack"/>
      <w:bookmarkEnd w:id="0"/>
      <w:r>
        <w:rPr>
          <w:rFonts w:ascii="Arial" w:eastAsia="Eras Medium ITC" w:hAnsi="Arial" w:cs="Arial"/>
          <w:b/>
          <w:sz w:val="24"/>
        </w:rPr>
        <w:t>!</w:t>
      </w:r>
      <w:r w:rsidR="00341FB1">
        <w:rPr>
          <w:rFonts w:ascii="Arial" w:hAnsi="Arial" w:cs="Arial"/>
          <w:b/>
        </w:rPr>
        <w:tab/>
      </w:r>
      <w:r w:rsidR="006028F9" w:rsidRPr="006028F9">
        <w:rPr>
          <w:rFonts w:ascii="Arial" w:eastAsia="Eras Light ITC" w:hAnsi="Arial" w:cs="Arial"/>
          <w:b/>
          <w:sz w:val="28"/>
          <w:szCs w:val="28"/>
        </w:rPr>
        <w:t>KURSKOSTEN SIND AM KURSTAG ZU ENTRICHTEN.</w:t>
      </w:r>
    </w:p>
    <w:p w:rsidR="00A01D0C" w:rsidRPr="00644482" w:rsidRDefault="00A01D0C" w:rsidP="0066155C">
      <w:pPr>
        <w:tabs>
          <w:tab w:val="left" w:pos="2268"/>
        </w:tabs>
        <w:ind w:left="-284" w:right="-35"/>
        <w:jc w:val="both"/>
        <w:rPr>
          <w:rFonts w:ascii="Arial" w:hAnsi="Arial" w:cs="Arial"/>
          <w:b/>
          <w:sz w:val="28"/>
          <w:szCs w:val="28"/>
        </w:rPr>
      </w:pPr>
    </w:p>
    <w:p w:rsidR="00A01D0C" w:rsidRPr="00C866FB" w:rsidRDefault="00A01D0C" w:rsidP="0066155C">
      <w:pPr>
        <w:tabs>
          <w:tab w:val="left" w:pos="2268"/>
        </w:tabs>
        <w:ind w:left="-284" w:right="-35"/>
        <w:jc w:val="both"/>
        <w:rPr>
          <w:rFonts w:ascii="Arial" w:hAnsi="Arial" w:cs="Arial"/>
        </w:rPr>
      </w:pPr>
    </w:p>
    <w:p w:rsidR="006028F9" w:rsidRPr="006028F9" w:rsidRDefault="00341FB1" w:rsidP="00341FB1">
      <w:pPr>
        <w:tabs>
          <w:tab w:val="left" w:pos="2127"/>
        </w:tabs>
        <w:ind w:right="-35"/>
        <w:jc w:val="both"/>
        <w:rPr>
          <w:rFonts w:ascii="Arial" w:eastAsia="Eras Medium ITC" w:hAnsi="Arial" w:cs="Arial"/>
          <w:sz w:val="24"/>
        </w:rPr>
      </w:pPr>
      <w:r w:rsidRPr="006028F9">
        <w:rPr>
          <w:rFonts w:ascii="Arial" w:eastAsia="Eras Medium ITC" w:hAnsi="Arial" w:cs="Arial"/>
          <w:b/>
          <w:sz w:val="24"/>
        </w:rPr>
        <w:t>MITBRINGEN</w:t>
      </w:r>
      <w:r>
        <w:rPr>
          <w:rFonts w:ascii="Arial" w:eastAsia="Eras Medium ITC" w:hAnsi="Arial" w:cs="Arial"/>
          <w:b/>
        </w:rPr>
        <w:t xml:space="preserve">: </w:t>
      </w:r>
      <w:r>
        <w:rPr>
          <w:rFonts w:ascii="Arial" w:eastAsia="Eras Medium ITC" w:hAnsi="Arial" w:cs="Arial"/>
          <w:b/>
        </w:rPr>
        <w:tab/>
      </w:r>
      <w:r w:rsidR="004E4FDF" w:rsidRPr="006028F9">
        <w:rPr>
          <w:rFonts w:ascii="Arial" w:eastAsia="Eras Medium ITC" w:hAnsi="Arial" w:cs="Arial"/>
          <w:sz w:val="24"/>
        </w:rPr>
        <w:t>ÜK-Lehrgang Grundausrüstung S.</w:t>
      </w:r>
      <w:r w:rsidRPr="006028F9">
        <w:rPr>
          <w:rFonts w:ascii="Arial" w:eastAsia="Eras Medium ITC" w:hAnsi="Arial" w:cs="Arial"/>
          <w:sz w:val="24"/>
        </w:rPr>
        <w:t xml:space="preserve"> </w:t>
      </w:r>
      <w:r w:rsidR="004E4FDF" w:rsidRPr="006028F9">
        <w:rPr>
          <w:rFonts w:ascii="Arial" w:eastAsia="Eras Medium ITC" w:hAnsi="Arial" w:cs="Arial"/>
          <w:sz w:val="24"/>
        </w:rPr>
        <w:t>4+5 Langhaarkopf 45 cm</w:t>
      </w:r>
      <w:r w:rsidRPr="006028F9">
        <w:rPr>
          <w:rFonts w:ascii="Arial" w:eastAsia="Eras Medium ITC" w:hAnsi="Arial" w:cs="Arial"/>
          <w:sz w:val="24"/>
        </w:rPr>
        <w:t>,</w:t>
      </w:r>
      <w:r w:rsidR="00EA3790" w:rsidRPr="006028F9">
        <w:rPr>
          <w:rFonts w:ascii="Arial" w:eastAsia="Eras Medium ITC" w:hAnsi="Arial" w:cs="Arial"/>
          <w:sz w:val="24"/>
        </w:rPr>
        <w:t xml:space="preserve"> </w:t>
      </w:r>
      <w:proofErr w:type="spellStart"/>
      <w:r w:rsidR="0094560D" w:rsidRPr="006028F9">
        <w:rPr>
          <w:rFonts w:ascii="Arial" w:eastAsia="Eras Medium ITC" w:hAnsi="Arial" w:cs="Arial"/>
          <w:sz w:val="24"/>
        </w:rPr>
        <w:t>Spängeli</w:t>
      </w:r>
      <w:proofErr w:type="spellEnd"/>
      <w:r w:rsidR="004E4FDF" w:rsidRPr="006028F9">
        <w:rPr>
          <w:rFonts w:ascii="Arial" w:eastAsia="Eras Medium ITC" w:hAnsi="Arial" w:cs="Arial"/>
          <w:sz w:val="24"/>
        </w:rPr>
        <w:t xml:space="preserve"> </w:t>
      </w:r>
    </w:p>
    <w:p w:rsidR="006028F9" w:rsidRPr="006028F9" w:rsidRDefault="006028F9" w:rsidP="006028F9">
      <w:pPr>
        <w:tabs>
          <w:tab w:val="left" w:pos="2127"/>
        </w:tabs>
        <w:ind w:right="-35"/>
        <w:jc w:val="both"/>
        <w:rPr>
          <w:rFonts w:ascii="Arial" w:hAnsi="Arial" w:cs="Arial"/>
          <w:sz w:val="24"/>
        </w:rPr>
      </w:pPr>
      <w:r w:rsidRPr="006028F9">
        <w:rPr>
          <w:rFonts w:ascii="Arial" w:eastAsia="Eras Medium ITC" w:hAnsi="Arial" w:cs="Arial"/>
          <w:sz w:val="24"/>
        </w:rPr>
        <w:tab/>
      </w:r>
      <w:r w:rsidR="004E4FDF" w:rsidRPr="006028F9">
        <w:rPr>
          <w:rFonts w:ascii="Arial" w:eastAsia="Eras Medium ITC" w:hAnsi="Arial" w:cs="Arial"/>
          <w:sz w:val="24"/>
        </w:rPr>
        <w:t>5</w:t>
      </w:r>
      <w:r w:rsidRPr="006028F9">
        <w:rPr>
          <w:rFonts w:ascii="Arial" w:eastAsia="Eras Medium ITC" w:hAnsi="Arial" w:cs="Arial"/>
          <w:sz w:val="24"/>
        </w:rPr>
        <w:t xml:space="preserve">cm, </w:t>
      </w:r>
      <w:r w:rsidR="004E4FDF" w:rsidRPr="006028F9">
        <w:rPr>
          <w:rFonts w:ascii="Arial" w:hAnsi="Arial" w:cs="Arial"/>
          <w:sz w:val="24"/>
        </w:rPr>
        <w:t xml:space="preserve">Scheren, Messer, </w:t>
      </w:r>
      <w:r w:rsidR="0094560D" w:rsidRPr="006028F9">
        <w:rPr>
          <w:rFonts w:ascii="Arial" w:hAnsi="Arial" w:cs="Arial"/>
          <w:sz w:val="24"/>
        </w:rPr>
        <w:t xml:space="preserve">Kämme, </w:t>
      </w:r>
      <w:r w:rsidR="004E4FDF" w:rsidRPr="006028F9">
        <w:rPr>
          <w:rFonts w:ascii="Arial" w:hAnsi="Arial" w:cs="Arial"/>
          <w:sz w:val="24"/>
        </w:rPr>
        <w:t>Handtücher, Abteilklammern, Wasser</w:t>
      </w:r>
    </w:p>
    <w:p w:rsidR="00A01D0C" w:rsidRPr="006028F9" w:rsidRDefault="006028F9" w:rsidP="006028F9">
      <w:pPr>
        <w:tabs>
          <w:tab w:val="left" w:pos="2127"/>
        </w:tabs>
        <w:ind w:right="-35"/>
        <w:jc w:val="both"/>
        <w:rPr>
          <w:rFonts w:ascii="Arial" w:eastAsia="Eras Medium ITC" w:hAnsi="Arial" w:cs="Arial"/>
          <w:sz w:val="24"/>
        </w:rPr>
      </w:pPr>
      <w:r w:rsidRPr="006028F9">
        <w:rPr>
          <w:rFonts w:ascii="Arial" w:hAnsi="Arial" w:cs="Arial"/>
          <w:sz w:val="24"/>
        </w:rPr>
        <w:tab/>
      </w:r>
      <w:r w:rsidR="004E4FDF" w:rsidRPr="006028F9">
        <w:rPr>
          <w:rFonts w:ascii="Arial" w:hAnsi="Arial" w:cs="Arial"/>
          <w:sz w:val="24"/>
        </w:rPr>
        <w:t xml:space="preserve">spritze </w:t>
      </w:r>
      <w:r w:rsidRPr="006028F9">
        <w:rPr>
          <w:rFonts w:ascii="Arial" w:hAnsi="Arial" w:cs="Arial"/>
          <w:sz w:val="24"/>
        </w:rPr>
        <w:t>etc.</w:t>
      </w:r>
    </w:p>
    <w:p w:rsidR="006028F9" w:rsidRPr="006028F9" w:rsidRDefault="006028F9" w:rsidP="004E4FDF">
      <w:pPr>
        <w:tabs>
          <w:tab w:val="left" w:pos="2127"/>
        </w:tabs>
        <w:ind w:right="-35"/>
        <w:jc w:val="both"/>
        <w:rPr>
          <w:rFonts w:ascii="Arial" w:hAnsi="Arial" w:cs="Arial"/>
          <w:b/>
          <w:sz w:val="24"/>
        </w:rPr>
      </w:pPr>
    </w:p>
    <w:p w:rsidR="006028F9" w:rsidRDefault="006028F9" w:rsidP="004E4FDF">
      <w:pPr>
        <w:tabs>
          <w:tab w:val="left" w:pos="2127"/>
        </w:tabs>
        <w:ind w:right="-35"/>
        <w:jc w:val="both"/>
        <w:rPr>
          <w:rFonts w:ascii="Arial" w:hAnsi="Arial" w:cs="Arial"/>
          <w:b/>
        </w:rPr>
      </w:pPr>
    </w:p>
    <w:p w:rsidR="00A01D0C" w:rsidRPr="00C866FB" w:rsidRDefault="00EA3790" w:rsidP="00341FB1">
      <w:pPr>
        <w:tabs>
          <w:tab w:val="left" w:pos="2127"/>
        </w:tabs>
        <w:ind w:right="-35"/>
        <w:jc w:val="both"/>
        <w:rPr>
          <w:rFonts w:ascii="Arial" w:eastAsia="Eras Medium ITC" w:hAnsi="Arial" w:cs="Arial"/>
          <w:b/>
          <w:caps/>
          <w:u w:val="single"/>
        </w:rPr>
      </w:pPr>
      <w:r w:rsidRPr="00C866FB">
        <w:rPr>
          <w:rFonts w:ascii="Arial" w:eastAsia="Eras Light ITC" w:hAnsi="Arial" w:cs="Arial"/>
          <w:b/>
        </w:rPr>
        <w:t>.............................................................................................................................................................</w:t>
      </w:r>
      <w:r w:rsidR="004B3AE0">
        <w:rPr>
          <w:rFonts w:ascii="Arial" w:hAnsi="Arial" w:cs="Arial"/>
          <w:b/>
        </w:rPr>
        <w:t>.....</w:t>
      </w:r>
    </w:p>
    <w:p w:rsidR="00A01D0C" w:rsidRPr="00C866FB" w:rsidRDefault="00EA3790" w:rsidP="0066155C">
      <w:pPr>
        <w:tabs>
          <w:tab w:val="left" w:pos="2268"/>
        </w:tabs>
        <w:ind w:right="-35"/>
        <w:rPr>
          <w:rFonts w:ascii="Arial" w:eastAsia="Eras Medium ITC" w:hAnsi="Arial" w:cs="Arial"/>
          <w:b/>
          <w:caps/>
        </w:rPr>
      </w:pPr>
      <w:r w:rsidRPr="00C866FB">
        <w:rPr>
          <w:rFonts w:ascii="Arial" w:eastAsia="Eras Medium ITC" w:hAnsi="Arial" w:cs="Arial"/>
          <w:b/>
          <w:caps/>
        </w:rPr>
        <w:t>ANMELDUNG:         KURS</w:t>
      </w:r>
      <w:r w:rsidR="00644482">
        <w:rPr>
          <w:rFonts w:ascii="Arial" w:eastAsia="Eras Medium ITC" w:hAnsi="Arial" w:cs="Arial"/>
          <w:b/>
          <w:caps/>
        </w:rPr>
        <w:t>: Fit FÜR Leistungsziele im Didaktikmodul</w:t>
      </w:r>
      <w:r w:rsidRPr="00C866FB">
        <w:rPr>
          <w:rFonts w:ascii="Arial" w:eastAsia="Eras Medium ITC" w:hAnsi="Arial" w:cs="Arial"/>
          <w:b/>
          <w:caps/>
        </w:rPr>
        <w:t xml:space="preserve"> VOM </w:t>
      </w:r>
      <w:r w:rsidR="00644482">
        <w:rPr>
          <w:rFonts w:ascii="Arial" w:eastAsia="Eras Medium ITC" w:hAnsi="Arial" w:cs="Arial"/>
          <w:b/>
          <w:caps/>
        </w:rPr>
        <w:t>15.08.2016</w:t>
      </w:r>
    </w:p>
    <w:p w:rsidR="00A01D0C" w:rsidRPr="00C866FB" w:rsidRDefault="00EA3790" w:rsidP="0066155C">
      <w:pPr>
        <w:tabs>
          <w:tab w:val="left" w:pos="2268"/>
        </w:tabs>
        <w:jc w:val="both"/>
        <w:rPr>
          <w:rFonts w:ascii="Arial" w:eastAsia="Eras Medium ITC" w:hAnsi="Arial" w:cs="Arial"/>
          <w:b/>
          <w:sz w:val="32"/>
          <w:szCs w:val="32"/>
        </w:rPr>
      </w:pPr>
      <w:r w:rsidRPr="00C866FB">
        <w:rPr>
          <w:rFonts w:ascii="Arial" w:eastAsia="Eras Medium ITC" w:hAnsi="Arial" w:cs="Arial"/>
          <w:b/>
          <w:sz w:val="32"/>
          <w:szCs w:val="32"/>
        </w:rPr>
        <w:tab/>
      </w:r>
      <w:r w:rsidRPr="00C866FB">
        <w:rPr>
          <w:rFonts w:ascii="Arial" w:eastAsia="Eras Medium ITC" w:hAnsi="Arial" w:cs="Arial"/>
          <w:b/>
          <w:sz w:val="32"/>
          <w:szCs w:val="32"/>
        </w:rPr>
        <w:tab/>
      </w:r>
      <w:r w:rsidRPr="00C866FB">
        <w:rPr>
          <w:rFonts w:ascii="Arial" w:eastAsia="Eras Medium ITC" w:hAnsi="Arial" w:cs="Arial"/>
          <w:b/>
          <w:sz w:val="32"/>
          <w:szCs w:val="32"/>
        </w:rPr>
        <w:tab/>
      </w:r>
      <w:r w:rsidRPr="00C866FB">
        <w:rPr>
          <w:rFonts w:ascii="Arial" w:eastAsia="Eras Medium ITC" w:hAnsi="Arial" w:cs="Arial"/>
          <w:b/>
          <w:sz w:val="32"/>
          <w:szCs w:val="32"/>
        </w:rPr>
        <w:tab/>
      </w:r>
      <w:r w:rsidRPr="00C866FB">
        <w:rPr>
          <w:rFonts w:ascii="Arial" w:eastAsia="Eras Medium ITC" w:hAnsi="Arial" w:cs="Arial"/>
          <w:b/>
          <w:sz w:val="32"/>
          <w:szCs w:val="32"/>
        </w:rPr>
        <w:tab/>
      </w:r>
    </w:p>
    <w:p w:rsidR="00A01D0C" w:rsidRPr="00C866FB" w:rsidRDefault="00EA3790" w:rsidP="0066155C">
      <w:pPr>
        <w:tabs>
          <w:tab w:val="left" w:pos="2268"/>
        </w:tabs>
        <w:jc w:val="both"/>
        <w:rPr>
          <w:rFonts w:ascii="Arial" w:eastAsia="Eras Medium ITC" w:hAnsi="Arial" w:cs="Arial"/>
        </w:rPr>
      </w:pPr>
      <w:r w:rsidRPr="00C866FB">
        <w:rPr>
          <w:rFonts w:ascii="Arial" w:eastAsia="Eras Medium ITC" w:hAnsi="Arial" w:cs="Arial"/>
        </w:rPr>
        <w:t>Name:</w:t>
      </w:r>
      <w:r w:rsidR="00CF48D4">
        <w:rPr>
          <w:rFonts w:ascii="Arial" w:eastAsia="Eras Medium ITC" w:hAnsi="Arial" w:cs="Arial"/>
        </w:rPr>
        <w:t xml:space="preserve"> </w:t>
      </w:r>
      <w:r w:rsidR="00932D39">
        <w:rPr>
          <w:rFonts w:ascii="Arial" w:eastAsia="Eras Medium ITC" w:hAnsi="Arial" w:cs="Arial"/>
        </w:rPr>
        <w:t>……………………………………………………………</w:t>
      </w:r>
      <w:proofErr w:type="gramStart"/>
      <w:r w:rsidR="00CF48D4">
        <w:rPr>
          <w:rFonts w:ascii="Arial" w:eastAsia="Eras Medium ITC" w:hAnsi="Arial" w:cs="Arial"/>
        </w:rPr>
        <w:t>Vorname:…</w:t>
      </w:r>
      <w:proofErr w:type="gramEnd"/>
      <w:r w:rsidR="00932D39">
        <w:rPr>
          <w:rFonts w:ascii="Arial" w:eastAsia="Eras Medium ITC" w:hAnsi="Arial" w:cs="Arial"/>
        </w:rPr>
        <w:t>………</w:t>
      </w:r>
      <w:r w:rsidR="00CF48D4">
        <w:rPr>
          <w:rFonts w:ascii="Arial" w:eastAsia="Eras Medium ITC" w:hAnsi="Arial" w:cs="Arial"/>
        </w:rPr>
        <w:t>…………………………</w:t>
      </w:r>
      <w:r w:rsidR="00DF09FC" w:rsidRPr="00C866FB">
        <w:rPr>
          <w:rFonts w:ascii="Arial" w:eastAsia="Eras Medium ITC" w:hAnsi="Arial" w:cs="Arial"/>
        </w:rPr>
        <w:t>…</w:t>
      </w:r>
      <w:r w:rsidRPr="00C866FB">
        <w:rPr>
          <w:rFonts w:ascii="Arial" w:eastAsia="Eras Medium ITC" w:hAnsi="Arial" w:cs="Arial"/>
        </w:rPr>
        <w:t xml:space="preserve"> </w:t>
      </w:r>
    </w:p>
    <w:p w:rsidR="00A01D0C" w:rsidRPr="00C866FB" w:rsidRDefault="00A01D0C" w:rsidP="0066155C">
      <w:pPr>
        <w:tabs>
          <w:tab w:val="left" w:pos="2268"/>
        </w:tabs>
        <w:jc w:val="both"/>
        <w:rPr>
          <w:rFonts w:ascii="Arial" w:eastAsia="Eras Medium ITC" w:hAnsi="Arial" w:cs="Arial"/>
          <w:sz w:val="16"/>
          <w:szCs w:val="16"/>
        </w:rPr>
      </w:pPr>
    </w:p>
    <w:p w:rsidR="00A01D0C" w:rsidRPr="00C866FB" w:rsidRDefault="00A01D0C" w:rsidP="0066155C">
      <w:pPr>
        <w:tabs>
          <w:tab w:val="left" w:pos="2268"/>
        </w:tabs>
        <w:jc w:val="both"/>
        <w:rPr>
          <w:rFonts w:ascii="Arial" w:eastAsia="Eras Medium ITC" w:hAnsi="Arial" w:cs="Arial"/>
          <w:sz w:val="16"/>
          <w:szCs w:val="16"/>
        </w:rPr>
      </w:pPr>
    </w:p>
    <w:p w:rsidR="00A01D0C" w:rsidRPr="00C866FB" w:rsidRDefault="00EA3790" w:rsidP="0066155C">
      <w:pPr>
        <w:tabs>
          <w:tab w:val="left" w:pos="2268"/>
        </w:tabs>
        <w:rPr>
          <w:rFonts w:ascii="Arial" w:eastAsia="Eras Medium ITC" w:hAnsi="Arial" w:cs="Arial"/>
        </w:rPr>
      </w:pPr>
      <w:r w:rsidRPr="00C866FB">
        <w:rPr>
          <w:rFonts w:ascii="Arial" w:eastAsia="Eras Medium ITC" w:hAnsi="Arial" w:cs="Arial"/>
        </w:rPr>
        <w:t xml:space="preserve">Name </w:t>
      </w:r>
      <w:r w:rsidR="00644482">
        <w:rPr>
          <w:rFonts w:ascii="Arial" w:eastAsia="Eras Medium ITC" w:hAnsi="Arial" w:cs="Arial"/>
        </w:rPr>
        <w:t>und Adresse Geschäft</w:t>
      </w:r>
      <w:r w:rsidRPr="00C866FB">
        <w:rPr>
          <w:rFonts w:ascii="Arial" w:eastAsia="Eras Medium ITC" w:hAnsi="Arial" w:cs="Arial"/>
        </w:rPr>
        <w:t xml:space="preserve">:    </w:t>
      </w:r>
      <w:r w:rsidR="00DF09FC" w:rsidRPr="00C866FB">
        <w:rPr>
          <w:rFonts w:ascii="Arial" w:eastAsia="Eras Medium ITC" w:hAnsi="Arial" w:cs="Arial"/>
        </w:rPr>
        <w:t>……………………………………………………………………………………</w:t>
      </w:r>
      <w:r w:rsidR="00CF48D4">
        <w:rPr>
          <w:rFonts w:ascii="Arial" w:eastAsia="Eras Medium ITC" w:hAnsi="Arial" w:cs="Arial"/>
        </w:rPr>
        <w:t>………</w:t>
      </w:r>
      <w:proofErr w:type="gramStart"/>
      <w:r w:rsidR="00CF48D4">
        <w:rPr>
          <w:rFonts w:ascii="Arial" w:eastAsia="Eras Medium ITC" w:hAnsi="Arial" w:cs="Arial"/>
        </w:rPr>
        <w:t>…….</w:t>
      </w:r>
      <w:proofErr w:type="gramEnd"/>
      <w:r w:rsidR="00DF09FC" w:rsidRPr="00C866FB">
        <w:rPr>
          <w:rFonts w:ascii="Arial" w:eastAsia="Eras Medium ITC" w:hAnsi="Arial" w:cs="Arial"/>
        </w:rPr>
        <w:t>…………………….</w:t>
      </w:r>
      <w:r w:rsidRPr="00C866FB">
        <w:rPr>
          <w:rFonts w:ascii="Arial" w:eastAsia="Eras Medium ITC" w:hAnsi="Arial" w:cs="Arial"/>
        </w:rPr>
        <w:t xml:space="preserve">          </w:t>
      </w:r>
    </w:p>
    <w:p w:rsidR="00A01D0C" w:rsidRPr="00C866FB" w:rsidRDefault="00A01D0C" w:rsidP="0066155C">
      <w:pPr>
        <w:tabs>
          <w:tab w:val="left" w:pos="2268"/>
        </w:tabs>
        <w:jc w:val="both"/>
        <w:rPr>
          <w:rFonts w:ascii="Arial" w:eastAsia="Eras Medium ITC" w:hAnsi="Arial" w:cs="Arial"/>
          <w:sz w:val="16"/>
          <w:szCs w:val="16"/>
        </w:rPr>
      </w:pPr>
    </w:p>
    <w:p w:rsidR="00CF48D4" w:rsidRDefault="00CF48D4" w:rsidP="00CF48D4">
      <w:pPr>
        <w:tabs>
          <w:tab w:val="left" w:pos="2268"/>
        </w:tabs>
        <w:jc w:val="both"/>
        <w:rPr>
          <w:rFonts w:ascii="Arial" w:eastAsia="Eras Medium ITC" w:hAnsi="Arial" w:cs="Arial"/>
          <w:sz w:val="16"/>
          <w:szCs w:val="16"/>
        </w:rPr>
      </w:pPr>
    </w:p>
    <w:p w:rsidR="00A01D0C" w:rsidRPr="00C866FB" w:rsidRDefault="00341FB1" w:rsidP="00CF48D4">
      <w:pPr>
        <w:tabs>
          <w:tab w:val="left" w:pos="2268"/>
        </w:tabs>
        <w:jc w:val="both"/>
        <w:rPr>
          <w:rFonts w:ascii="Arial" w:eastAsia="Eras Medium ITC" w:hAnsi="Arial" w:cs="Arial"/>
        </w:rPr>
      </w:pPr>
      <w:r>
        <w:rPr>
          <w:rFonts w:ascii="Arial" w:eastAsia="Eras Medium ITC" w:hAnsi="Arial" w:cs="Arial"/>
          <w:szCs w:val="16"/>
        </w:rPr>
        <w:t xml:space="preserve">Tel: </w:t>
      </w:r>
      <w:r w:rsidR="00CF48D4">
        <w:rPr>
          <w:rFonts w:ascii="Arial" w:eastAsia="Eras Medium ITC" w:hAnsi="Arial" w:cs="Arial"/>
          <w:szCs w:val="16"/>
        </w:rPr>
        <w:t>…………………………</w:t>
      </w:r>
      <w:r w:rsidR="00EA3790" w:rsidRPr="00C866FB">
        <w:rPr>
          <w:rFonts w:ascii="Arial" w:eastAsia="Eras Medium ITC" w:hAnsi="Arial" w:cs="Arial"/>
        </w:rPr>
        <w:t xml:space="preserve">  </w:t>
      </w:r>
      <w:proofErr w:type="spellStart"/>
      <w:r w:rsidR="00EA3790" w:rsidRPr="00C866FB">
        <w:rPr>
          <w:rFonts w:ascii="Arial" w:eastAsia="Eras Medium ITC" w:hAnsi="Arial" w:cs="Arial"/>
        </w:rPr>
        <w:t>EMail</w:t>
      </w:r>
      <w:proofErr w:type="spellEnd"/>
      <w:r w:rsidR="00EA3790" w:rsidRPr="00C866FB">
        <w:rPr>
          <w:rFonts w:ascii="Arial" w:eastAsia="Eras Medium ITC" w:hAnsi="Arial" w:cs="Arial"/>
        </w:rPr>
        <w:t xml:space="preserve">: </w:t>
      </w:r>
      <w:r w:rsidR="00CF48D4">
        <w:rPr>
          <w:rFonts w:ascii="Arial" w:eastAsia="Eras Medium ITC" w:hAnsi="Arial" w:cs="Arial"/>
        </w:rPr>
        <w:t>………………</w:t>
      </w:r>
      <w:r w:rsidR="00DF09FC" w:rsidRPr="00C866FB">
        <w:rPr>
          <w:rFonts w:ascii="Arial" w:eastAsia="Eras Medium ITC" w:hAnsi="Arial" w:cs="Arial"/>
        </w:rPr>
        <w:t>……………………………</w:t>
      </w:r>
      <w:r>
        <w:rPr>
          <w:rFonts w:ascii="Arial" w:eastAsia="Eras Medium ITC" w:hAnsi="Arial" w:cs="Arial"/>
        </w:rPr>
        <w:t>……</w:t>
      </w:r>
      <w:proofErr w:type="gramStart"/>
      <w:r>
        <w:rPr>
          <w:rFonts w:ascii="Arial" w:eastAsia="Eras Medium ITC" w:hAnsi="Arial" w:cs="Arial"/>
        </w:rPr>
        <w:t>…….</w:t>
      </w:r>
      <w:proofErr w:type="gramEnd"/>
      <w:r w:rsidR="00CF48D4">
        <w:rPr>
          <w:rFonts w:ascii="Arial" w:eastAsia="Eras Medium ITC" w:hAnsi="Arial" w:cs="Arial"/>
        </w:rPr>
        <w:t>.</w:t>
      </w:r>
      <w:r w:rsidR="00DF09FC" w:rsidRPr="00C866FB">
        <w:rPr>
          <w:rFonts w:ascii="Arial" w:eastAsia="Eras Medium ITC" w:hAnsi="Arial" w:cs="Arial"/>
        </w:rPr>
        <w:t>…………</w:t>
      </w:r>
      <w:r w:rsidR="00644482">
        <w:rPr>
          <w:rFonts w:ascii="Arial" w:eastAsia="Eras Medium ITC" w:hAnsi="Arial" w:cs="Arial"/>
        </w:rPr>
        <w:t>…………..</w:t>
      </w:r>
    </w:p>
    <w:p w:rsidR="00CF48D4" w:rsidRDefault="00CF48D4" w:rsidP="00CF48D4">
      <w:pPr>
        <w:pBdr>
          <w:bottom w:val="single" w:sz="4" w:space="1" w:color="auto"/>
        </w:pBdr>
        <w:tabs>
          <w:tab w:val="left" w:pos="2268"/>
        </w:tabs>
        <w:jc w:val="both"/>
        <w:rPr>
          <w:rFonts w:ascii="Arial" w:eastAsia="Eras Medium ITC" w:hAnsi="Arial" w:cs="Arial"/>
          <w:sz w:val="16"/>
          <w:szCs w:val="16"/>
        </w:rPr>
      </w:pPr>
    </w:p>
    <w:p w:rsidR="00CF48D4" w:rsidRDefault="00CF48D4" w:rsidP="00CF48D4">
      <w:pPr>
        <w:pBdr>
          <w:bottom w:val="single" w:sz="4" w:space="1" w:color="auto"/>
        </w:pBdr>
        <w:tabs>
          <w:tab w:val="left" w:pos="2268"/>
        </w:tabs>
        <w:jc w:val="both"/>
        <w:rPr>
          <w:rFonts w:ascii="Arial" w:eastAsia="Eras Medium ITC" w:hAnsi="Arial" w:cs="Arial"/>
          <w:sz w:val="16"/>
          <w:szCs w:val="16"/>
        </w:rPr>
      </w:pPr>
    </w:p>
    <w:p w:rsidR="00A01D0C" w:rsidRPr="00C866FB" w:rsidRDefault="00EA3790" w:rsidP="00CF48D4">
      <w:pPr>
        <w:pBdr>
          <w:bottom w:val="single" w:sz="4" w:space="1" w:color="auto"/>
        </w:pBdr>
        <w:tabs>
          <w:tab w:val="left" w:pos="2268"/>
        </w:tabs>
        <w:jc w:val="both"/>
        <w:rPr>
          <w:rFonts w:ascii="Arial" w:eastAsia="Eras Medium ITC" w:hAnsi="Arial" w:cs="Arial"/>
          <w:sz w:val="18"/>
          <w:szCs w:val="18"/>
        </w:rPr>
      </w:pPr>
      <w:r w:rsidRPr="00C866FB">
        <w:rPr>
          <w:rFonts w:ascii="Arial" w:eastAsia="Eras Medium ITC" w:hAnsi="Arial" w:cs="Arial"/>
          <w:b/>
        </w:rPr>
        <w:t xml:space="preserve">EINSENDEN AN:  </w:t>
      </w:r>
      <w:r w:rsidR="00CF48D4">
        <w:rPr>
          <w:rFonts w:ascii="Arial" w:eastAsia="Eras Medium ITC" w:hAnsi="Arial" w:cs="Arial"/>
          <w:sz w:val="18"/>
          <w:szCs w:val="18"/>
        </w:rPr>
        <w:t>coiffureSUISSE Sektion Basel-Stadt</w:t>
      </w:r>
      <w:r w:rsidR="00DF09FC" w:rsidRPr="00C866FB">
        <w:rPr>
          <w:rFonts w:ascii="Arial" w:eastAsia="Eras Medium ITC" w:hAnsi="Arial" w:cs="Arial"/>
          <w:sz w:val="18"/>
          <w:szCs w:val="18"/>
        </w:rPr>
        <w:t xml:space="preserve"> –</w:t>
      </w:r>
      <w:r w:rsidR="00CF48D4">
        <w:rPr>
          <w:rFonts w:ascii="Arial" w:eastAsia="Eras Medium ITC" w:hAnsi="Arial" w:cs="Arial"/>
          <w:sz w:val="18"/>
          <w:szCs w:val="18"/>
        </w:rPr>
        <w:t xml:space="preserve"> Postfach 421,</w:t>
      </w:r>
      <w:r w:rsidR="00DF09FC" w:rsidRPr="00C866FB">
        <w:rPr>
          <w:rFonts w:ascii="Arial" w:eastAsia="Eras Medium ITC" w:hAnsi="Arial" w:cs="Arial"/>
          <w:sz w:val="18"/>
          <w:szCs w:val="18"/>
        </w:rPr>
        <w:t xml:space="preserve"> 4019 Basel</w:t>
      </w:r>
    </w:p>
    <w:p w:rsidR="00EA3790" w:rsidRDefault="00EA3790" w:rsidP="00CF48D4">
      <w:pPr>
        <w:pBdr>
          <w:bottom w:val="single" w:sz="4" w:space="1" w:color="auto"/>
        </w:pBdr>
        <w:tabs>
          <w:tab w:val="left" w:pos="2268"/>
        </w:tabs>
        <w:jc w:val="both"/>
        <w:rPr>
          <w:rFonts w:ascii="Arial" w:hAnsi="Arial" w:cs="Arial"/>
          <w:sz w:val="18"/>
          <w:szCs w:val="18"/>
        </w:rPr>
      </w:pPr>
    </w:p>
    <w:sectPr w:rsidR="00EA3790" w:rsidSect="0066155C">
      <w:pgSz w:w="11907" w:h="16840"/>
      <w:pgMar w:top="1077" w:right="850" w:bottom="1021" w:left="993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B20B86"/>
    <w:multiLevelType w:val="hybridMultilevel"/>
    <w:tmpl w:val="52D29FEC"/>
    <w:lvl w:ilvl="0" w:tplc="0807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gutterAtTop/>
  <w:proofState w:spelling="clean" w:grammar="clean"/>
  <w:defaultTabStop w:val="708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809"/>
    <w:rsid w:val="001C6906"/>
    <w:rsid w:val="00341FB1"/>
    <w:rsid w:val="004B3AE0"/>
    <w:rsid w:val="004E4FDF"/>
    <w:rsid w:val="006028F9"/>
    <w:rsid w:val="00644482"/>
    <w:rsid w:val="0066155C"/>
    <w:rsid w:val="00931343"/>
    <w:rsid w:val="00932D39"/>
    <w:rsid w:val="0094560D"/>
    <w:rsid w:val="00A01D0C"/>
    <w:rsid w:val="00A51809"/>
    <w:rsid w:val="00C866FB"/>
    <w:rsid w:val="00CF2837"/>
    <w:rsid w:val="00CF48D4"/>
    <w:rsid w:val="00DF09FC"/>
    <w:rsid w:val="00EA3790"/>
    <w:rsid w:val="00ED7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 color2="black" angle="90"/>
      <v:stroke weight=".05pt"/>
      <v:textbox inset="2.8pt,2.8pt,2.8pt,2.8pt"/>
    </o:shapedefaults>
    <o:shapelayout v:ext="edit">
      <o:idmap v:ext="edit" data="1"/>
    </o:shapelayout>
  </w:shapeDefaults>
  <w:decimalSymbol w:val=","/>
  <w:listSeparator w:val=";"/>
  <w14:docId w14:val="08ACCBB6"/>
  <w15:chartTrackingRefBased/>
  <w15:docId w15:val="{2434F125-338D-456A-91E4-5D88F413A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Pr>
      <w:rFonts w:ascii="Century Gothic" w:hAnsi="Century Gothic" w:cs="Century Gothic"/>
      <w:color w:val="000000"/>
      <w:sz w:val="22"/>
      <w:szCs w:val="22"/>
      <w:lang w:eastAsia="de-DE"/>
    </w:rPr>
  </w:style>
  <w:style w:type="paragraph" w:styleId="berschrift1">
    <w:name w:val="heading 1"/>
    <w:basedOn w:val="Standard"/>
    <w:next w:val="Standard"/>
    <w:qFormat/>
    <w:pPr>
      <w:keepNext/>
      <w:keepLines/>
      <w:spacing w:after="120"/>
      <w:outlineLvl w:val="0"/>
    </w:pPr>
    <w:rPr>
      <w:rFonts w:ascii="Arial" w:hAnsi="Arial" w:cs="Arial"/>
      <w:b/>
      <w:sz w:val="36"/>
      <w:szCs w:val="36"/>
    </w:rPr>
  </w:style>
  <w:style w:type="paragraph" w:styleId="berschrift2">
    <w:name w:val="heading 2"/>
    <w:basedOn w:val="berschrift1"/>
    <w:next w:val="Standard"/>
    <w:qFormat/>
    <w:pPr>
      <w:outlineLvl w:val="1"/>
    </w:pPr>
    <w:rPr>
      <w:sz w:val="32"/>
      <w:szCs w:val="32"/>
    </w:rPr>
  </w:style>
  <w:style w:type="paragraph" w:styleId="berschrift3">
    <w:name w:val="heading 3"/>
    <w:basedOn w:val="berschrift2"/>
    <w:next w:val="Standard"/>
    <w:qFormat/>
    <w:pPr>
      <w:outlineLvl w:val="2"/>
    </w:pPr>
    <w:rPr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64448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4448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44482"/>
    <w:rPr>
      <w:rFonts w:ascii="Segoe UI" w:hAnsi="Segoe UI" w:cs="Segoe UI"/>
      <w:color w:val="000000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Ernst F. Otter</dc:creator>
  <cp:keywords/>
  <dc:description/>
  <cp:lastModifiedBy>Jrene Leutwyler</cp:lastModifiedBy>
  <cp:revision>2</cp:revision>
  <cp:lastPrinted>2016-04-26T06:48:00Z</cp:lastPrinted>
  <dcterms:created xsi:type="dcterms:W3CDTF">2016-04-26T06:55:00Z</dcterms:created>
  <dcterms:modified xsi:type="dcterms:W3CDTF">2016-04-26T06:55:00Z</dcterms:modified>
</cp:coreProperties>
</file>